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97" w:rsidRPr="00911F26" w:rsidRDefault="003C0697" w:rsidP="0087294F">
      <w:pPr>
        <w:rPr>
          <w:rFonts w:ascii="Arial" w:hAnsi="Arial" w:cs="Arial"/>
          <w:b/>
          <w:bCs/>
          <w:sz w:val="28"/>
          <w:szCs w:val="28"/>
        </w:rPr>
      </w:pPr>
      <w:r w:rsidRPr="00911F26">
        <w:rPr>
          <w:rFonts w:ascii="Arial" w:hAnsi="Arial" w:cs="Arial"/>
          <w:b/>
          <w:bCs/>
          <w:sz w:val="28"/>
          <w:szCs w:val="28"/>
        </w:rPr>
        <w:t xml:space="preserve">Temat: Nauka piosenki </w:t>
      </w:r>
      <w:r w:rsidRPr="00911F26">
        <w:rPr>
          <w:rFonts w:ascii="Arial" w:hAnsi="Arial" w:cs="Arial"/>
          <w:b/>
          <w:bCs/>
          <w:i/>
          <w:iCs/>
          <w:sz w:val="28"/>
          <w:szCs w:val="28"/>
        </w:rPr>
        <w:t xml:space="preserve">KOTEK </w:t>
      </w:r>
      <w:r w:rsidRPr="00911F26">
        <w:rPr>
          <w:rFonts w:ascii="Arial" w:hAnsi="Arial" w:cs="Arial"/>
          <w:b/>
          <w:bCs/>
          <w:sz w:val="28"/>
          <w:szCs w:val="28"/>
        </w:rPr>
        <w:t>Witolda Lutosław</w:t>
      </w:r>
      <w:r>
        <w:rPr>
          <w:rFonts w:ascii="Arial" w:hAnsi="Arial" w:cs="Arial"/>
          <w:b/>
          <w:bCs/>
          <w:sz w:val="28"/>
          <w:szCs w:val="28"/>
        </w:rPr>
        <w:t>skiego do tekstu Juliana Tuwima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11F26">
        <w:rPr>
          <w:rFonts w:ascii="Arial" w:hAnsi="Arial" w:cs="Arial"/>
          <w:b/>
          <w:bCs/>
          <w:sz w:val="24"/>
          <w:szCs w:val="24"/>
        </w:rPr>
        <w:br/>
        <w:t>Czas trwania: 45 minut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3C0697" w:rsidRPr="00911F26" w:rsidRDefault="003C0697" w:rsidP="0087294F">
      <w:pPr>
        <w:spacing w:line="360" w:lineRule="auto"/>
        <w:rPr>
          <w:rFonts w:ascii="Arial" w:hAnsi="Arial" w:cs="Arial"/>
          <w:i/>
          <w:iCs/>
          <w:sz w:val="24"/>
          <w:szCs w:val="24"/>
        </w:rPr>
      </w:pPr>
      <w:r w:rsidRPr="00911F26">
        <w:rPr>
          <w:rFonts w:ascii="Arial" w:hAnsi="Arial" w:cs="Arial"/>
          <w:b/>
          <w:bCs/>
          <w:sz w:val="24"/>
          <w:szCs w:val="24"/>
        </w:rPr>
        <w:t>Cel główny</w:t>
      </w:r>
      <w:r w:rsidRPr="00911F26">
        <w:rPr>
          <w:rFonts w:ascii="Arial" w:hAnsi="Arial" w:cs="Arial"/>
          <w:sz w:val="24"/>
          <w:szCs w:val="24"/>
        </w:rPr>
        <w:t xml:space="preserve">: poznanie utworu </w:t>
      </w:r>
      <w:r w:rsidRPr="00911F26">
        <w:rPr>
          <w:rFonts w:ascii="Arial" w:hAnsi="Arial" w:cs="Arial"/>
          <w:i/>
          <w:iCs/>
          <w:sz w:val="24"/>
          <w:szCs w:val="24"/>
        </w:rPr>
        <w:t>Kotek</w:t>
      </w:r>
      <w:r w:rsidRPr="00911F26">
        <w:rPr>
          <w:rFonts w:ascii="Arial" w:hAnsi="Arial" w:cs="Arial"/>
          <w:sz w:val="24"/>
          <w:szCs w:val="24"/>
        </w:rPr>
        <w:t xml:space="preserve"> Witolda Lutosławskiego 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11F26">
        <w:rPr>
          <w:rFonts w:ascii="Arial" w:hAnsi="Arial" w:cs="Arial"/>
          <w:b/>
          <w:bCs/>
          <w:sz w:val="24"/>
          <w:szCs w:val="24"/>
        </w:rPr>
        <w:t xml:space="preserve">Cele szczegółowe: 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sz w:val="24"/>
          <w:szCs w:val="24"/>
        </w:rPr>
      </w:pPr>
      <w:r w:rsidRPr="00911F26">
        <w:rPr>
          <w:rFonts w:ascii="Arial" w:hAnsi="Arial" w:cs="Arial"/>
          <w:b/>
          <w:bCs/>
          <w:sz w:val="24"/>
          <w:szCs w:val="24"/>
        </w:rPr>
        <w:t>-</w:t>
      </w:r>
      <w:r w:rsidRPr="00911F26">
        <w:rPr>
          <w:rFonts w:ascii="Arial" w:hAnsi="Arial" w:cs="Arial"/>
          <w:sz w:val="24"/>
          <w:szCs w:val="24"/>
        </w:rPr>
        <w:t>kształcenie słuchu, dykcji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sz w:val="24"/>
          <w:szCs w:val="24"/>
        </w:rPr>
      </w:pPr>
      <w:r w:rsidRPr="00911F26">
        <w:rPr>
          <w:rFonts w:ascii="Arial" w:hAnsi="Arial" w:cs="Arial"/>
          <w:sz w:val="24"/>
          <w:szCs w:val="24"/>
        </w:rPr>
        <w:t>-kształcenie umiejętności koncentracji uwagi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3C0697" w:rsidRPr="00911F26" w:rsidRDefault="003C0697" w:rsidP="0087294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11F26">
        <w:rPr>
          <w:rFonts w:ascii="Arial" w:hAnsi="Arial" w:cs="Arial"/>
          <w:b/>
          <w:bCs/>
          <w:sz w:val="24"/>
          <w:szCs w:val="24"/>
        </w:rPr>
        <w:t>Materiały pomocnicze: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sz w:val="24"/>
          <w:szCs w:val="24"/>
        </w:rPr>
      </w:pPr>
      <w:r w:rsidRPr="00911F26">
        <w:rPr>
          <w:rFonts w:ascii="Arial" w:hAnsi="Arial" w:cs="Arial"/>
          <w:sz w:val="24"/>
          <w:szCs w:val="24"/>
        </w:rPr>
        <w:t>-nagranie piosenki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sz w:val="24"/>
          <w:szCs w:val="24"/>
        </w:rPr>
      </w:pPr>
      <w:r w:rsidRPr="00911F26">
        <w:rPr>
          <w:rFonts w:ascii="Arial" w:hAnsi="Arial" w:cs="Arial"/>
          <w:sz w:val="24"/>
          <w:szCs w:val="24"/>
        </w:rPr>
        <w:t>-odtwarzacz muzyki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sz w:val="24"/>
          <w:szCs w:val="24"/>
        </w:rPr>
      </w:pPr>
      <w:r w:rsidRPr="00911F26">
        <w:rPr>
          <w:rFonts w:ascii="Arial" w:hAnsi="Arial" w:cs="Arial"/>
          <w:sz w:val="24"/>
          <w:szCs w:val="24"/>
        </w:rPr>
        <w:t>-wydrukowane fragmenty tekstu piosenki</w:t>
      </w:r>
    </w:p>
    <w:p w:rsidR="003C0697" w:rsidRPr="00911F26" w:rsidRDefault="003C0697" w:rsidP="0087294F">
      <w:pPr>
        <w:spacing w:line="360" w:lineRule="auto"/>
        <w:rPr>
          <w:rFonts w:ascii="Arial" w:hAnsi="Arial" w:cs="Arial"/>
          <w:sz w:val="24"/>
          <w:szCs w:val="24"/>
        </w:rPr>
      </w:pPr>
      <w:r w:rsidRPr="00911F26">
        <w:rPr>
          <w:rFonts w:ascii="Arial" w:hAnsi="Arial" w:cs="Arial"/>
          <w:sz w:val="24"/>
          <w:szCs w:val="24"/>
        </w:rPr>
        <w:t xml:space="preserve">-wydrukowane nuty oraz teksty piosenki </w:t>
      </w:r>
    </w:p>
    <w:p w:rsidR="003C0697" w:rsidRPr="00911F26" w:rsidRDefault="003C0697" w:rsidP="0087294F">
      <w:pPr>
        <w:pStyle w:val="ListParagraph"/>
        <w:ind w:left="0"/>
        <w:rPr>
          <w:rFonts w:ascii="Arial" w:hAnsi="Arial" w:cs="Arial"/>
        </w:rPr>
      </w:pPr>
    </w:p>
    <w:p w:rsidR="003C0697" w:rsidRPr="00911F26" w:rsidRDefault="003C0697" w:rsidP="0087294F">
      <w:pPr>
        <w:rPr>
          <w:rFonts w:ascii="Arial" w:hAnsi="Arial" w:cs="Arial"/>
          <w:b/>
          <w:bCs/>
          <w:sz w:val="28"/>
          <w:szCs w:val="28"/>
        </w:rPr>
      </w:pPr>
      <w:r w:rsidRPr="00911F26">
        <w:rPr>
          <w:rFonts w:ascii="Arial" w:hAnsi="Arial" w:cs="Arial"/>
          <w:b/>
          <w:bCs/>
          <w:sz w:val="28"/>
          <w:szCs w:val="28"/>
        </w:rPr>
        <w:t>Tok lekcji: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127"/>
        <w:gridCol w:w="5386"/>
        <w:gridCol w:w="2126"/>
        <w:gridCol w:w="2127"/>
        <w:gridCol w:w="1275"/>
      </w:tblGrid>
      <w:tr w:rsidR="003C0697" w:rsidRPr="0056227A">
        <w:trPr>
          <w:trHeight w:val="605"/>
        </w:trPr>
        <w:tc>
          <w:tcPr>
            <w:tcW w:w="6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127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CO?</w:t>
            </w:r>
          </w:p>
        </w:tc>
        <w:tc>
          <w:tcPr>
            <w:tcW w:w="5386" w:type="dxa"/>
          </w:tcPr>
          <w:p w:rsidR="003C0697" w:rsidRDefault="003C0697" w:rsidP="00E247D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JAK?</w:t>
            </w:r>
          </w:p>
        </w:tc>
        <w:tc>
          <w:tcPr>
            <w:tcW w:w="2126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 JEST POTRZEBNE?</w:t>
            </w:r>
          </w:p>
        </w:tc>
        <w:tc>
          <w:tcPr>
            <w:tcW w:w="2127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CEL</w:t>
            </w:r>
          </w:p>
        </w:tc>
        <w:tc>
          <w:tcPr>
            <w:tcW w:w="12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CZAS</w:t>
            </w:r>
            <w:r>
              <w:rPr>
                <w:b/>
                <w:bCs/>
                <w:sz w:val="24"/>
                <w:szCs w:val="24"/>
              </w:rPr>
              <w:br/>
              <w:t>TRWANIA</w:t>
            </w:r>
          </w:p>
        </w:tc>
      </w:tr>
      <w:tr w:rsidR="003C0697" w:rsidRPr="0056227A">
        <w:trPr>
          <w:trHeight w:val="1223"/>
        </w:trPr>
        <w:tc>
          <w:tcPr>
            <w:tcW w:w="6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2127" w:type="dxa"/>
          </w:tcPr>
          <w:p w:rsidR="003C0697" w:rsidRPr="00444F3C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44F3C">
              <w:rPr>
                <w:b/>
                <w:bCs/>
                <w:sz w:val="24"/>
                <w:szCs w:val="24"/>
              </w:rPr>
              <w:t>Czynności organizacyjne</w:t>
            </w:r>
          </w:p>
          <w:p w:rsidR="003C0697" w:rsidRDefault="003C0697" w:rsidP="00E24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:rsidR="003C0697" w:rsidRPr="00444F3C" w:rsidRDefault="003C0697" w:rsidP="00E247D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444F3C">
              <w:rPr>
                <w:b/>
                <w:bCs/>
                <w:sz w:val="24"/>
                <w:szCs w:val="24"/>
              </w:rPr>
              <w:t>1. Sprawdzenie obecności</w:t>
            </w:r>
          </w:p>
          <w:p w:rsidR="003C0697" w:rsidRDefault="003C0697" w:rsidP="00E247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44F3C">
              <w:rPr>
                <w:b/>
                <w:bCs/>
                <w:sz w:val="24"/>
                <w:szCs w:val="24"/>
              </w:rPr>
              <w:t>2. Zapisanie tematu</w:t>
            </w:r>
          </w:p>
        </w:tc>
        <w:tc>
          <w:tcPr>
            <w:tcW w:w="2126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Dziennik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Tablica</w:t>
            </w:r>
          </w:p>
        </w:tc>
        <w:tc>
          <w:tcPr>
            <w:tcW w:w="2127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Gotowość do podjęcia pracy lekcyjnej</w:t>
            </w:r>
          </w:p>
        </w:tc>
        <w:tc>
          <w:tcPr>
            <w:tcW w:w="12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minuty</w:t>
            </w:r>
          </w:p>
        </w:tc>
      </w:tr>
      <w:tr w:rsidR="003C0697" w:rsidRPr="0056227A">
        <w:trPr>
          <w:trHeight w:val="3992"/>
        </w:trPr>
        <w:tc>
          <w:tcPr>
            <w:tcW w:w="675" w:type="dxa"/>
          </w:tcPr>
          <w:p w:rsidR="003C0697" w:rsidRPr="005530D5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Klamra tematyczna i rozmowa wprowadzająca</w:t>
            </w:r>
          </w:p>
          <w:p w:rsidR="003C0697" w:rsidRDefault="003C0697" w:rsidP="00E247D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3C0697" w:rsidRPr="0056227A" w:rsidRDefault="003C0697" w:rsidP="00E247D6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 xml:space="preserve">1. Krótkie przypomnienie dotyczące przebiegu poprzednich zajęć </w:t>
            </w:r>
            <w:r w:rsidRPr="0056227A">
              <w:t xml:space="preserve">np. Na ostatnich zajęciach zapoznaliśmy się z pracą kompozytora. Jak wiecie, w tym roku obchodzimy setną rocznicę urodzin Witolda Lutosławskiego. Kompozytor ten jest autorem wielu utworów, w tym piosenek dla dzieci. </w:t>
            </w:r>
            <w:r w:rsidRPr="0056227A">
              <w:br/>
            </w:r>
            <w:r w:rsidRPr="0056227A">
              <w:rPr>
                <w:b/>
                <w:bCs/>
                <w:sz w:val="24"/>
                <w:szCs w:val="24"/>
              </w:rPr>
              <w:t>2. Rozmowa wprowadzająca</w:t>
            </w:r>
            <w:r w:rsidRPr="0056227A">
              <w:t xml:space="preserve"> np. Podczas komponowania Lutosławski wykorzystywał teksty polskich poetów. Czy znacie polskich poetów</w:t>
            </w:r>
            <w:r>
              <w:t xml:space="preserve"> piszących wiersze dla dzieci</w:t>
            </w:r>
            <w:r w:rsidRPr="0056227A">
              <w:t>? (Brzechwa, Tuwim, Konopnicka</w:t>
            </w:r>
            <w:r>
              <w:t>, Porazińska</w:t>
            </w:r>
            <w:r w:rsidRPr="0056227A">
              <w:t>...) Ze względu na jeszcze jeden jubileusz w tym roku</w:t>
            </w:r>
            <w:r>
              <w:t xml:space="preserve"> </w:t>
            </w:r>
            <w:r w:rsidRPr="0056227A">
              <w:t xml:space="preserve">- stulecie debiutu poetyckiego Tuwima </w:t>
            </w:r>
            <w:r>
              <w:t xml:space="preserve"> i 60. rocznica śmierci poety </w:t>
            </w:r>
            <w:r w:rsidRPr="0056227A">
              <w:t>wybrałam dla Was piosenkę do jego wiersza. Zgadnijcie jaki to wiersz (uczniowie odpowiadają)</w:t>
            </w:r>
            <w:r w:rsidRPr="0056227A">
              <w:br/>
            </w:r>
          </w:p>
        </w:tc>
        <w:tc>
          <w:tcPr>
            <w:tcW w:w="2126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6227A">
              <w:rPr>
                <w:b/>
                <w:bCs/>
                <w:sz w:val="24"/>
                <w:szCs w:val="24"/>
              </w:rPr>
              <w:t>Wprowadzenie w tematykę zajęć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56227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minuty</w:t>
            </w:r>
          </w:p>
        </w:tc>
      </w:tr>
      <w:tr w:rsidR="003C0697" w:rsidRPr="0056227A">
        <w:tc>
          <w:tcPr>
            <w:tcW w:w="675" w:type="dxa"/>
          </w:tcPr>
          <w:p w:rsidR="003C0697" w:rsidRPr="005530D5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  <w:p w:rsidR="003C0697" w:rsidRDefault="003C0697" w:rsidP="00E247D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C0697" w:rsidRPr="00444F3C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Nauka piosenki</w:t>
            </w:r>
          </w:p>
          <w:p w:rsidR="003C0697" w:rsidRDefault="003C0697" w:rsidP="00E247D6">
            <w:pPr>
              <w:spacing w:after="0" w:line="240" w:lineRule="auto"/>
              <w:rPr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3C0697" w:rsidRPr="0056227A" w:rsidRDefault="003C0697" w:rsidP="00E247D6">
            <w:pPr>
              <w:jc w:val="both"/>
            </w:pPr>
            <w:r>
              <w:rPr>
                <w:b/>
                <w:bCs/>
                <w:sz w:val="24"/>
                <w:szCs w:val="24"/>
              </w:rPr>
              <w:t>1. P</w:t>
            </w:r>
            <w:r w:rsidRPr="0056227A">
              <w:rPr>
                <w:b/>
                <w:bCs/>
                <w:sz w:val="24"/>
                <w:szCs w:val="24"/>
              </w:rPr>
              <w:t>rezentacja piosenki</w:t>
            </w:r>
            <w:r w:rsidRPr="0056227A">
              <w:t xml:space="preserve"> (przed zaprezentowaniem należy zwrócić uwagę dzieci na tematykę wiersza i po</w:t>
            </w:r>
            <w:r>
              <w:t xml:space="preserve"> jej wysłuchaniu zapytać dzieci </w:t>
            </w:r>
            <w:r w:rsidRPr="0056227A">
              <w:t>o czym jest piosenka) (sytuacja w klasie: na tablicy zapisany jest tekst piosenki)</w:t>
            </w:r>
          </w:p>
          <w:p w:rsidR="003C0697" w:rsidRPr="0056227A" w:rsidRDefault="003C0697" w:rsidP="00E247D6">
            <w:pPr>
              <w:jc w:val="both"/>
            </w:pPr>
          </w:p>
          <w:p w:rsidR="003C0697" w:rsidRPr="0056227A" w:rsidRDefault="003C0697" w:rsidP="00E247D6">
            <w:pPr>
              <w:jc w:val="both"/>
              <w:rPr>
                <w:b/>
                <w:bCs/>
                <w:sz w:val="24"/>
                <w:szCs w:val="24"/>
              </w:rPr>
            </w:pPr>
            <w:r w:rsidRPr="0056227A">
              <w:rPr>
                <w:b/>
                <w:bCs/>
                <w:sz w:val="24"/>
                <w:szCs w:val="24"/>
              </w:rPr>
              <w:t>2. Ćwiczenia oddechowo-dykcyjne</w:t>
            </w:r>
          </w:p>
          <w:p w:rsidR="003C0697" w:rsidRPr="0056227A" w:rsidRDefault="003C0697" w:rsidP="00E247D6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56227A">
              <w:rPr>
                <w:sz w:val="24"/>
                <w:szCs w:val="24"/>
              </w:rPr>
              <w:t>Zabawa w ZOO- i</w:t>
            </w:r>
            <w:r w:rsidRPr="0056227A">
              <w:t xml:space="preserve">mitacja głosem dźwięków wydobywanych przez różne zwierzęta np. węża-wypuszczanie powietrza z równoczesnym przeciągłym wypowiadaniem spółgłoski s; wilk- wypowiadanie zbitki głosek "a-u" z charakterystycznym "zawyciem"; konia- kląskanie; </w:t>
            </w:r>
          </w:p>
          <w:p w:rsidR="003C0697" w:rsidRPr="0056227A" w:rsidRDefault="003C0697" w:rsidP="0087294F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56227A">
              <w:rPr>
                <w:sz w:val="24"/>
                <w:szCs w:val="24"/>
              </w:rPr>
              <w:t>Czytanie jak największej ilości tekstu piosenki na jednym wydechu</w:t>
            </w:r>
          </w:p>
          <w:p w:rsidR="003C0697" w:rsidRPr="0056227A" w:rsidRDefault="003C0697" w:rsidP="00E247D6">
            <w:pPr>
              <w:pStyle w:val="ListParagraph"/>
              <w:ind w:left="360"/>
              <w:jc w:val="both"/>
              <w:rPr>
                <w:b/>
                <w:bCs/>
                <w:sz w:val="24"/>
                <w:szCs w:val="24"/>
              </w:rPr>
            </w:pPr>
          </w:p>
          <w:p w:rsidR="003C0697" w:rsidRPr="0056227A" w:rsidRDefault="003C0697" w:rsidP="00EE4F5C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  <w:p w:rsidR="003C0697" w:rsidRPr="0056227A" w:rsidRDefault="003C0697" w:rsidP="00E247D6">
            <w:pPr>
              <w:rPr>
                <w:b/>
                <w:bCs/>
                <w:sz w:val="24"/>
                <w:szCs w:val="24"/>
              </w:rPr>
            </w:pPr>
            <w:r w:rsidRPr="0056227A">
              <w:rPr>
                <w:b/>
                <w:bCs/>
                <w:sz w:val="24"/>
                <w:szCs w:val="24"/>
              </w:rPr>
              <w:t>3. Nauka piosenki</w:t>
            </w:r>
          </w:p>
          <w:p w:rsidR="003C0697" w:rsidRPr="0056227A" w:rsidRDefault="003C0697" w:rsidP="0087294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56227A">
              <w:t>Dzieci podzielone na grupy powtarzają po jednym wersie piosenki za prowadzącym (pierwszy wers- gr. I, drugi wers- gr. II itd.</w:t>
            </w:r>
          </w:p>
          <w:p w:rsidR="003C0697" w:rsidRPr="0056227A" w:rsidRDefault="003C0697" w:rsidP="00E247D6">
            <w:pPr>
              <w:pStyle w:val="ListParagraph"/>
              <w:ind w:left="360"/>
              <w:rPr>
                <w:b/>
                <w:bCs/>
                <w:sz w:val="24"/>
                <w:szCs w:val="24"/>
              </w:rPr>
            </w:pPr>
          </w:p>
          <w:p w:rsidR="003C0697" w:rsidRPr="0056227A" w:rsidRDefault="003C0697" w:rsidP="0087294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56227A">
              <w:t>Każde dziecko dostaje wydrukowany fragment tekstu piosenki. Dzieci rozproszone po całej sali słuchają uważnie prezentowanej piosenki i w momencie usłyszenia swojego fragmentu kolejno ustawiają się w rzędzie tak, aby finalnie powstała właściwa sekwencja tekstu. Następuje odśpiewanie całej piosenki.</w:t>
            </w:r>
          </w:p>
          <w:p w:rsidR="003C0697" w:rsidRPr="0056227A" w:rsidRDefault="003C0697" w:rsidP="00E247D6">
            <w:pPr>
              <w:pStyle w:val="ListParagraph"/>
              <w:ind w:left="360"/>
              <w:rPr>
                <w:b/>
                <w:bCs/>
                <w:sz w:val="24"/>
                <w:szCs w:val="24"/>
              </w:rPr>
            </w:pPr>
          </w:p>
          <w:p w:rsidR="003C0697" w:rsidRPr="0056227A" w:rsidRDefault="003C0697" w:rsidP="0087294F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56227A">
              <w:t>Dzieci ustawiają się w kole. Zabawa polega na zaśpiewaniu fragmentu piosenki i przekazaniu piłki dowolnej osobie, której zadaniem jest kontynuacja. Po wykonaniu ostatniego wersu piosenki wszyscy, celem utrwalenia, powtarzają całą piosenkę.</w:t>
            </w:r>
          </w:p>
          <w:p w:rsidR="003C0697" w:rsidRPr="0056227A" w:rsidRDefault="003C0697" w:rsidP="00E247D6">
            <w:pPr>
              <w:pStyle w:val="ListParagraph"/>
              <w:ind w:left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Nagranie piosenki, odtwarzacz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br/>
            </w:r>
            <w:r w:rsidRPr="00B371B0">
              <w:rPr>
                <w:b/>
                <w:bCs/>
              </w:rPr>
              <w:t>Tekst piosenki zapisany na tablicy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C6413">
              <w:rPr>
                <w:b/>
                <w:bCs/>
              </w:rPr>
              <w:t>(wcześniej zasłoniony)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B371B0">
              <w:rPr>
                <w:b/>
                <w:bCs/>
              </w:rPr>
              <w:t>Tekst piosenki zapisany na tablicy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C6413">
              <w:rPr>
                <w:b/>
                <w:bCs/>
              </w:rPr>
              <w:t>(wcześniej zasłoniony)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Wydrukowane fragmenty piosenki na małych karteczkach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Piłka</w:t>
            </w:r>
          </w:p>
        </w:tc>
        <w:tc>
          <w:tcPr>
            <w:tcW w:w="2127" w:type="dxa"/>
          </w:tcPr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Zapoznanie dzieci z treścią piosenki</w:t>
            </w: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Przygotowanie aparatu głosowego do śpiewu</w:t>
            </w: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br/>
            </w: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Kształcenie dykcji, poznanie tekstu piosenki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Poznanie piosenki, kształcenie intonacji oraz dykcji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Kształcenie koncentracji, percepcji wzrokowo-słuchowej, utrwalenie pamięci słuchowej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 w:rsidRPr="00B371B0">
              <w:rPr>
                <w:b/>
                <w:bCs/>
              </w:rPr>
              <w:t>Utrwalenie znajomości piosenki</w:t>
            </w:r>
          </w:p>
        </w:tc>
        <w:tc>
          <w:tcPr>
            <w:tcW w:w="12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minut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minut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br/>
              <w:t>5 minut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minut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br/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minut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3C0697" w:rsidRPr="0056227A">
        <w:tc>
          <w:tcPr>
            <w:tcW w:w="675" w:type="dxa"/>
          </w:tcPr>
          <w:p w:rsidR="003C0697" w:rsidRPr="00B371B0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:rsidR="003C0697" w:rsidRPr="00B371B0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Podsumowanie</w:t>
            </w:r>
          </w:p>
          <w:p w:rsidR="003C0697" w:rsidRDefault="003C0697" w:rsidP="00E247D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3C0697" w:rsidRPr="00B371B0" w:rsidRDefault="003C0697" w:rsidP="00E247D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Krótka rozmowa </w:t>
            </w:r>
            <w:r w:rsidRPr="00B371B0">
              <w:rPr>
                <w:sz w:val="24"/>
                <w:szCs w:val="24"/>
              </w:rPr>
              <w:t>(</w:t>
            </w:r>
            <w:r w:rsidRPr="00B371B0">
              <w:t>np. Kto był autorem piosenki, której się dziś nauczyliśmy? Kto był autorem tekstu do tej piosenki?</w:t>
            </w:r>
            <w:r>
              <w:t>)</w:t>
            </w: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Rozdanie wydrukowanych nut oraz tekstów piosenek z prośbą o wklejenie ich do zeszytu</w:t>
            </w:r>
          </w:p>
        </w:tc>
        <w:tc>
          <w:tcPr>
            <w:tcW w:w="2126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Wydrukowane piosenki </w:t>
            </w:r>
          </w:p>
        </w:tc>
        <w:tc>
          <w:tcPr>
            <w:tcW w:w="2127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Utrwalenie poznanych treści</w:t>
            </w:r>
          </w:p>
          <w:p w:rsidR="003C0697" w:rsidRDefault="003C0697" w:rsidP="00E247D6">
            <w:pPr>
              <w:spacing w:after="0" w:line="240" w:lineRule="auto"/>
              <w:rPr>
                <w:b/>
                <w:bCs/>
              </w:rPr>
            </w:pPr>
          </w:p>
          <w:p w:rsidR="003C0697" w:rsidRPr="00B371B0" w:rsidRDefault="003C0697" w:rsidP="00E247D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5" w:type="dxa"/>
          </w:tcPr>
          <w:p w:rsidR="003C0697" w:rsidRDefault="003C0697" w:rsidP="00E247D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minuta</w:t>
            </w:r>
          </w:p>
        </w:tc>
      </w:tr>
    </w:tbl>
    <w:p w:rsidR="003C0697" w:rsidRDefault="003C0697"/>
    <w:sectPr w:rsidR="003C0697" w:rsidSect="00A318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38A"/>
    <w:multiLevelType w:val="hybridMultilevel"/>
    <w:tmpl w:val="3F7273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52387E5D"/>
    <w:multiLevelType w:val="hybridMultilevel"/>
    <w:tmpl w:val="F1E6A8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4F"/>
    <w:rsid w:val="00021D02"/>
    <w:rsid w:val="000C3A47"/>
    <w:rsid w:val="000E1791"/>
    <w:rsid w:val="00101A9E"/>
    <w:rsid w:val="0010597C"/>
    <w:rsid w:val="00135669"/>
    <w:rsid w:val="0015378B"/>
    <w:rsid w:val="00155DEE"/>
    <w:rsid w:val="00193544"/>
    <w:rsid w:val="00226E82"/>
    <w:rsid w:val="00244768"/>
    <w:rsid w:val="002A4B9E"/>
    <w:rsid w:val="002B7371"/>
    <w:rsid w:val="00323E04"/>
    <w:rsid w:val="003278B5"/>
    <w:rsid w:val="003776D1"/>
    <w:rsid w:val="003B4EFE"/>
    <w:rsid w:val="003C0697"/>
    <w:rsid w:val="003C353A"/>
    <w:rsid w:val="003D1F9B"/>
    <w:rsid w:val="004448EC"/>
    <w:rsid w:val="00444F3C"/>
    <w:rsid w:val="0045168E"/>
    <w:rsid w:val="00467DD9"/>
    <w:rsid w:val="0048400F"/>
    <w:rsid w:val="00527F9F"/>
    <w:rsid w:val="005530D5"/>
    <w:rsid w:val="00556B5C"/>
    <w:rsid w:val="0056227A"/>
    <w:rsid w:val="00563F2A"/>
    <w:rsid w:val="005653DB"/>
    <w:rsid w:val="005874BB"/>
    <w:rsid w:val="005B76F1"/>
    <w:rsid w:val="005C624B"/>
    <w:rsid w:val="006A0EC7"/>
    <w:rsid w:val="006A5FFC"/>
    <w:rsid w:val="006C5BEE"/>
    <w:rsid w:val="006F35C3"/>
    <w:rsid w:val="00722AD0"/>
    <w:rsid w:val="007518AD"/>
    <w:rsid w:val="00781C66"/>
    <w:rsid w:val="0079161A"/>
    <w:rsid w:val="007C6413"/>
    <w:rsid w:val="007E3D57"/>
    <w:rsid w:val="00827A0D"/>
    <w:rsid w:val="008529BD"/>
    <w:rsid w:val="008554B3"/>
    <w:rsid w:val="00857120"/>
    <w:rsid w:val="00863D91"/>
    <w:rsid w:val="0087294F"/>
    <w:rsid w:val="008907E1"/>
    <w:rsid w:val="008F77E2"/>
    <w:rsid w:val="00911F26"/>
    <w:rsid w:val="00941770"/>
    <w:rsid w:val="00946AD7"/>
    <w:rsid w:val="00955C5E"/>
    <w:rsid w:val="009B5C2A"/>
    <w:rsid w:val="009B7AE6"/>
    <w:rsid w:val="009D0115"/>
    <w:rsid w:val="009E3DFC"/>
    <w:rsid w:val="00A31719"/>
    <w:rsid w:val="00A31860"/>
    <w:rsid w:val="00AB0E5D"/>
    <w:rsid w:val="00AE17C5"/>
    <w:rsid w:val="00B371B0"/>
    <w:rsid w:val="00B44102"/>
    <w:rsid w:val="00B94F4F"/>
    <w:rsid w:val="00BF0A42"/>
    <w:rsid w:val="00C223DA"/>
    <w:rsid w:val="00C47548"/>
    <w:rsid w:val="00C64D08"/>
    <w:rsid w:val="00CA591D"/>
    <w:rsid w:val="00CC0140"/>
    <w:rsid w:val="00CE4810"/>
    <w:rsid w:val="00CE6C98"/>
    <w:rsid w:val="00D21440"/>
    <w:rsid w:val="00D30AA8"/>
    <w:rsid w:val="00D74324"/>
    <w:rsid w:val="00D76300"/>
    <w:rsid w:val="00DD36A4"/>
    <w:rsid w:val="00E16419"/>
    <w:rsid w:val="00E247D6"/>
    <w:rsid w:val="00E50E94"/>
    <w:rsid w:val="00EA1F51"/>
    <w:rsid w:val="00EE4F5C"/>
    <w:rsid w:val="00F16A9C"/>
    <w:rsid w:val="00F328A9"/>
    <w:rsid w:val="00F9499E"/>
    <w:rsid w:val="00FE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94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72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507</Words>
  <Characters>3044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Wojtek</cp:lastModifiedBy>
  <cp:revision>5</cp:revision>
  <dcterms:created xsi:type="dcterms:W3CDTF">2013-02-25T08:12:00Z</dcterms:created>
  <dcterms:modified xsi:type="dcterms:W3CDTF">2013-08-23T09:32:00Z</dcterms:modified>
</cp:coreProperties>
</file>